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DF" w:rsidRDefault="00D21DDF" w:rsidP="007E5B64">
      <w:pPr>
        <w:rPr>
          <w:b/>
          <w:bCs/>
        </w:rPr>
      </w:pPr>
    </w:p>
    <w:p w:rsidR="00D21DDF" w:rsidRPr="001C611E" w:rsidRDefault="00D21DDF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1C611E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EK: FORM</w:t>
      </w:r>
    </w:p>
    <w:p w:rsidR="00D21DDF" w:rsidRPr="001C611E" w:rsidRDefault="00D21DDF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D21DDF" w:rsidRDefault="00D21DDF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1C611E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Azerbaycan ve Bosna Hersek Pazarla</w:t>
      </w:r>
      <w:r w:rsidRPr="001C611E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rında Karşılaşılan Sorunlara İlişkin Görüşler)</w:t>
      </w:r>
    </w:p>
    <w:p w:rsidR="00D21DDF" w:rsidRPr="001C611E" w:rsidRDefault="00D21DDF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/>
      </w:tblPr>
      <w:tblGrid>
        <w:gridCol w:w="2634"/>
        <w:gridCol w:w="6818"/>
      </w:tblGrid>
      <w:tr w:rsidR="00D21DDF" w:rsidRPr="005E3101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/>
        </w:tc>
      </w:tr>
      <w:tr w:rsidR="00D21DDF" w:rsidRPr="005E3101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1C611E">
            <w:pPr>
              <w:spacing w:after="0"/>
              <w:jc w:val="center"/>
              <w:rPr>
                <w:b/>
                <w:bCs/>
              </w:rPr>
            </w:pPr>
            <w:r w:rsidRPr="001C61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>
            <w:pPr>
              <w:rPr>
                <w:b/>
                <w:bCs/>
              </w:rPr>
            </w:pPr>
          </w:p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>
            <w:pPr>
              <w:rPr>
                <w:b/>
                <w:bCs/>
              </w:rPr>
            </w:pPr>
          </w:p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>
            <w:pPr>
              <w:rPr>
                <w:b/>
                <w:bCs/>
              </w:rPr>
            </w:pPr>
          </w:p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>
            <w:pPr>
              <w:rPr>
                <w:b/>
                <w:bCs/>
              </w:rPr>
            </w:pPr>
          </w:p>
        </w:tc>
      </w:tr>
      <w:tr w:rsidR="00D21DDF" w:rsidRPr="005E3101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1C611E">
            <w:pPr>
              <w:spacing w:after="0"/>
              <w:jc w:val="center"/>
              <w:rPr>
                <w:b/>
                <w:bCs/>
              </w:rPr>
            </w:pPr>
            <w:r w:rsidRPr="001C61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/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/>
        </w:tc>
      </w:tr>
      <w:tr w:rsidR="00D21DDF" w:rsidRPr="005E3101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5E3101" w:rsidRDefault="00D21DDF" w:rsidP="007E5B64">
            <w:pPr>
              <w:rPr>
                <w:b/>
                <w:bCs/>
              </w:rPr>
            </w:pPr>
            <w:r w:rsidRPr="005E3101">
              <w:rPr>
                <w:b/>
                <w:bCs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D21DDF" w:rsidRPr="005E3101" w:rsidRDefault="00D21DDF" w:rsidP="007E5B64"/>
        </w:tc>
      </w:tr>
      <w:tr w:rsidR="00D21DDF" w:rsidRPr="005E3101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1DDF" w:rsidRPr="001C611E" w:rsidRDefault="00D21DDF" w:rsidP="001C61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036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Azerbaycan ve Bosna Hersek Pazarlarında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Yaşanan Sorunlara</w:t>
            </w:r>
            <w:r w:rsidRPr="001C61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ve Öneriler (lütfen ülke ismini belirtiniz)</w:t>
            </w:r>
            <w:bookmarkStart w:id="0" w:name="_GoBack"/>
            <w:bookmarkEnd w:id="0"/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  <w:p w:rsidR="00D21DDF" w:rsidRPr="005E3101" w:rsidRDefault="00D21DDF" w:rsidP="007E5B64">
            <w:pPr>
              <w:rPr>
                <w:b/>
                <w:bCs/>
              </w:rPr>
            </w:pPr>
          </w:p>
        </w:tc>
      </w:tr>
    </w:tbl>
    <w:p w:rsidR="00D21DDF" w:rsidRDefault="00D21DDF"/>
    <w:sectPr w:rsidR="00D21DDF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B64"/>
    <w:rsid w:val="00057060"/>
    <w:rsid w:val="00131F2E"/>
    <w:rsid w:val="001461D2"/>
    <w:rsid w:val="001C611E"/>
    <w:rsid w:val="00203634"/>
    <w:rsid w:val="00240832"/>
    <w:rsid w:val="00277073"/>
    <w:rsid w:val="00294C91"/>
    <w:rsid w:val="003A08D1"/>
    <w:rsid w:val="003A1A66"/>
    <w:rsid w:val="003C6E18"/>
    <w:rsid w:val="003D08D7"/>
    <w:rsid w:val="00431AC4"/>
    <w:rsid w:val="004D226D"/>
    <w:rsid w:val="005E3101"/>
    <w:rsid w:val="005F51A8"/>
    <w:rsid w:val="006C532C"/>
    <w:rsid w:val="006D3DA7"/>
    <w:rsid w:val="00717AD6"/>
    <w:rsid w:val="007E5B64"/>
    <w:rsid w:val="00900C9F"/>
    <w:rsid w:val="00A34924"/>
    <w:rsid w:val="00AD1E82"/>
    <w:rsid w:val="00B67799"/>
    <w:rsid w:val="00B848D1"/>
    <w:rsid w:val="00C962F0"/>
    <w:rsid w:val="00D21DDF"/>
    <w:rsid w:val="00D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D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65</Words>
  <Characters>375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EK: FORM</dc:title>
  <dc:subject/>
  <dc:creator>Beste Coskuner</dc:creator>
  <cp:keywords/>
  <dc:description/>
  <cp:lastModifiedBy>fundaa</cp:lastModifiedBy>
  <cp:revision>2</cp:revision>
  <dcterms:created xsi:type="dcterms:W3CDTF">2015-09-16T11:01:00Z</dcterms:created>
  <dcterms:modified xsi:type="dcterms:W3CDTF">2015-09-16T11:01:00Z</dcterms:modified>
</cp:coreProperties>
</file>